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99EF6" w14:textId="5DDB9DB4" w:rsidR="00463F67" w:rsidRDefault="001C4D82" w:rsidP="00463F67">
      <w:pPr>
        <w:pStyle w:val="Title"/>
      </w:pPr>
      <w:sdt>
        <w:sdtPr>
          <w:alias w:val="Title"/>
          <w:tag w:val=""/>
          <w:id w:val="1062761741"/>
          <w:placeholder>
            <w:docPart w:val="E6A7536E16D2411DB1C881EE344ECC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14B3D" w:rsidRPr="00E14B3D">
            <w:t>Form TC09B – ACM/MTS conversion proficiency check report</w:t>
          </w:r>
        </w:sdtContent>
      </w:sdt>
    </w:p>
    <w:p w14:paraId="0401C0E6" w14:textId="77777777" w:rsidR="00852121" w:rsidRPr="002F6F85" w:rsidRDefault="00852121" w:rsidP="00852121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778"/>
        <w:gridCol w:w="1984"/>
        <w:gridCol w:w="2127"/>
      </w:tblGrid>
      <w:tr w:rsidR="00852121" w:rsidRPr="00102F1E" w14:paraId="60E480E7" w14:textId="77777777" w:rsidTr="0038189F">
        <w:trPr>
          <w:trHeight w:val="580"/>
        </w:trPr>
        <w:tc>
          <w:tcPr>
            <w:tcW w:w="1604" w:type="dxa"/>
          </w:tcPr>
          <w:p w14:paraId="5251F0A6" w14:textId="77777777" w:rsidR="00852121" w:rsidRPr="00102F1E" w:rsidRDefault="00852121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778" w:type="dxa"/>
          </w:tcPr>
          <w:p w14:paraId="2C89F9E1" w14:textId="77777777" w:rsidR="00852121" w:rsidRPr="00102F1E" w:rsidRDefault="00852121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444403F4" w14:textId="77777777" w:rsidR="00852121" w:rsidRPr="00102F1E" w:rsidRDefault="00852121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005891F8" w14:textId="77777777" w:rsidR="00852121" w:rsidRPr="00102F1E" w:rsidRDefault="00852121" w:rsidP="0038189F"/>
        </w:tc>
      </w:tr>
      <w:tr w:rsidR="00852121" w:rsidRPr="00102F1E" w14:paraId="25A3E62C" w14:textId="77777777" w:rsidTr="000417CF">
        <w:trPr>
          <w:trHeight w:val="580"/>
        </w:trPr>
        <w:tc>
          <w:tcPr>
            <w:tcW w:w="1604" w:type="dxa"/>
          </w:tcPr>
          <w:p w14:paraId="39320565" w14:textId="77777777" w:rsidR="00852121" w:rsidRDefault="00852121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778" w:type="dxa"/>
          </w:tcPr>
          <w:p w14:paraId="4F05D5FF" w14:textId="77777777" w:rsidR="00852121" w:rsidRPr="00102F1E" w:rsidRDefault="001C4D82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852121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52121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DEF7D77" w14:textId="77777777" w:rsidR="00852121" w:rsidRPr="00102F1E" w:rsidRDefault="001C4D82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852121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52121" w:rsidRPr="003C2B3F">
              <w:t xml:space="preserve"> Medical transport specialist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57AD124D" w14:textId="77777777" w:rsidR="00852121" w:rsidRPr="00102F1E" w:rsidRDefault="00852121" w:rsidP="0038189F"/>
        </w:tc>
      </w:tr>
      <w:tr w:rsidR="00852121" w:rsidRPr="00102F1E" w14:paraId="336AF5DA" w14:textId="77777777" w:rsidTr="000417CF">
        <w:trPr>
          <w:trHeight w:val="580"/>
        </w:trPr>
        <w:tc>
          <w:tcPr>
            <w:tcW w:w="1604" w:type="dxa"/>
          </w:tcPr>
          <w:p w14:paraId="1BC1E36E" w14:textId="77777777" w:rsidR="00852121" w:rsidRPr="00AB3C89" w:rsidRDefault="00852121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778" w:type="dxa"/>
            <w:tcBorders>
              <w:right w:val="nil"/>
            </w:tcBorders>
          </w:tcPr>
          <w:p w14:paraId="783EA456" w14:textId="77777777" w:rsidR="00852121" w:rsidRDefault="00852121" w:rsidP="0038189F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16336BFC" w14:textId="77777777" w:rsidR="00852121" w:rsidRPr="00AB3C89" w:rsidRDefault="00852121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BFBFBF" w:themeColor="background1" w:themeShade="BF"/>
            </w:tcBorders>
          </w:tcPr>
          <w:p w14:paraId="4DC25606" w14:textId="77777777" w:rsidR="00852121" w:rsidRDefault="00852121" w:rsidP="0038189F"/>
        </w:tc>
      </w:tr>
      <w:tr w:rsidR="00852121" w:rsidRPr="00102F1E" w14:paraId="22D04ED5" w14:textId="77777777" w:rsidTr="0038189F">
        <w:trPr>
          <w:trHeight w:val="515"/>
        </w:trPr>
        <w:tc>
          <w:tcPr>
            <w:tcW w:w="1604" w:type="dxa"/>
          </w:tcPr>
          <w:p w14:paraId="29668596" w14:textId="77777777" w:rsidR="00852121" w:rsidRPr="00653C72" w:rsidRDefault="00852121" w:rsidP="0038189F">
            <w:pPr>
              <w:rPr>
                <w:rStyle w:val="bold"/>
              </w:rPr>
            </w:pPr>
            <w:r w:rsidRPr="00653C72">
              <w:rPr>
                <w:rStyle w:val="bold"/>
              </w:rPr>
              <w:t>Aircraft type:</w:t>
            </w:r>
          </w:p>
        </w:tc>
        <w:tc>
          <w:tcPr>
            <w:tcW w:w="3778" w:type="dxa"/>
            <w:tcBorders>
              <w:right w:val="nil"/>
            </w:tcBorders>
          </w:tcPr>
          <w:p w14:paraId="5D1F99B7" w14:textId="77777777" w:rsidR="00852121" w:rsidRPr="00102F1E" w:rsidRDefault="00852121" w:rsidP="0038189F"/>
        </w:tc>
        <w:tc>
          <w:tcPr>
            <w:tcW w:w="1984" w:type="dxa"/>
            <w:tcBorders>
              <w:left w:val="nil"/>
              <w:right w:val="nil"/>
            </w:tcBorders>
          </w:tcPr>
          <w:p w14:paraId="2058F399" w14:textId="77777777" w:rsidR="00852121" w:rsidRPr="00102F1E" w:rsidRDefault="00852121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</w:tcBorders>
          </w:tcPr>
          <w:p w14:paraId="0F860090" w14:textId="77777777" w:rsidR="00852121" w:rsidRPr="00102F1E" w:rsidRDefault="00852121" w:rsidP="0038189F"/>
        </w:tc>
      </w:tr>
    </w:tbl>
    <w:p w14:paraId="2C6D15E6" w14:textId="77777777" w:rsidR="00852121" w:rsidRPr="003C2B3F" w:rsidRDefault="00852121" w:rsidP="00852121"/>
    <w:tbl>
      <w:tblPr>
        <w:tblStyle w:val="SD-MOStable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2"/>
        <w:gridCol w:w="1481"/>
      </w:tblGrid>
      <w:tr w:rsidR="00971A90" w:rsidRPr="00916430" w14:paraId="345A0E32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"/>
          <w:tblHeader/>
        </w:trPr>
        <w:tc>
          <w:tcPr>
            <w:tcW w:w="7932" w:type="dxa"/>
            <w:tcBorders>
              <w:bottom w:val="single" w:sz="4" w:space="0" w:color="0080A2"/>
            </w:tcBorders>
          </w:tcPr>
          <w:p w14:paraId="37DF0A53" w14:textId="77777777" w:rsidR="00971A90" w:rsidRPr="006D7FDE" w:rsidRDefault="00971A90" w:rsidP="00F3353D">
            <w:r w:rsidRPr="003C2B3F">
              <w:t>Check items</w:t>
            </w:r>
          </w:p>
        </w:tc>
        <w:tc>
          <w:tcPr>
            <w:tcW w:w="1481" w:type="dxa"/>
          </w:tcPr>
          <w:p w14:paraId="029BF6DC" w14:textId="77777777" w:rsidR="00971A90" w:rsidRPr="006D7FDE" w:rsidRDefault="00971A90" w:rsidP="00F3353D">
            <w:r w:rsidRPr="003C2B3F">
              <w:t xml:space="preserve">C / </w:t>
            </w:r>
            <w:r w:rsidRPr="006D7FDE">
              <w:t>NYC / NA</w:t>
            </w:r>
          </w:p>
        </w:tc>
      </w:tr>
      <w:tr w:rsidR="00971A90" w:rsidRPr="00916430" w14:paraId="10DF9FDF" w14:textId="77777777" w:rsidTr="00F3353D">
        <w:trPr>
          <w:trHeight w:val="25"/>
        </w:trPr>
        <w:tc>
          <w:tcPr>
            <w:tcW w:w="7932" w:type="dxa"/>
            <w:tcBorders>
              <w:right w:val="nil"/>
            </w:tcBorders>
          </w:tcPr>
          <w:p w14:paraId="7DDF5773" w14:textId="77777777" w:rsidR="00971A90" w:rsidRPr="006D7FDE" w:rsidRDefault="00971A90" w:rsidP="00F3353D">
            <w:pPr>
              <w:rPr>
                <w:rStyle w:val="bold"/>
              </w:rPr>
            </w:pPr>
            <w:r w:rsidRPr="00F86B35">
              <w:rPr>
                <w:rStyle w:val="bold"/>
              </w:rPr>
              <w:t>Aircraft</w:t>
            </w:r>
          </w:p>
        </w:tc>
        <w:tc>
          <w:tcPr>
            <w:tcW w:w="1481" w:type="dxa"/>
            <w:tcBorders>
              <w:left w:val="nil"/>
            </w:tcBorders>
          </w:tcPr>
          <w:p w14:paraId="7C2ACBF6" w14:textId="77777777" w:rsidR="00971A90" w:rsidRPr="00F86B35" w:rsidRDefault="00971A90" w:rsidP="00F3353D">
            <w:pPr>
              <w:rPr>
                <w:rStyle w:val="bold"/>
              </w:rPr>
            </w:pPr>
          </w:p>
        </w:tc>
      </w:tr>
      <w:tr w:rsidR="00971A90" w:rsidRPr="00916430" w14:paraId="40978D6A" w14:textId="77777777" w:rsidTr="00F3353D">
        <w:trPr>
          <w:trHeight w:val="25"/>
        </w:trPr>
        <w:tc>
          <w:tcPr>
            <w:tcW w:w="7932" w:type="dxa"/>
          </w:tcPr>
          <w:p w14:paraId="6E04D918" w14:textId="77777777" w:rsidR="00971A90" w:rsidRPr="006D7FDE" w:rsidRDefault="00971A90" w:rsidP="00F3353D">
            <w:pPr>
              <w:pStyle w:val="Tablebullet"/>
            </w:pPr>
            <w:r w:rsidRPr="00916430">
              <w:t xml:space="preserve">exits </w:t>
            </w:r>
          </w:p>
        </w:tc>
        <w:tc>
          <w:tcPr>
            <w:tcW w:w="1481" w:type="dxa"/>
          </w:tcPr>
          <w:p w14:paraId="4B095891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2749DC9D" w14:textId="77777777" w:rsidTr="00F3353D">
        <w:trPr>
          <w:trHeight w:val="25"/>
        </w:trPr>
        <w:tc>
          <w:tcPr>
            <w:tcW w:w="7932" w:type="dxa"/>
          </w:tcPr>
          <w:p w14:paraId="1118F414" w14:textId="77777777" w:rsidR="00971A90" w:rsidRPr="006D7FDE" w:rsidRDefault="00971A90" w:rsidP="00F3353D">
            <w:pPr>
              <w:pStyle w:val="Tablebullet"/>
            </w:pPr>
            <w:r w:rsidRPr="00916430">
              <w:t>aircraft systems</w:t>
            </w:r>
          </w:p>
        </w:tc>
        <w:tc>
          <w:tcPr>
            <w:tcW w:w="1481" w:type="dxa"/>
          </w:tcPr>
          <w:p w14:paraId="05584B35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125802FE" w14:textId="77777777" w:rsidTr="00F3353D">
        <w:trPr>
          <w:trHeight w:val="25"/>
        </w:trPr>
        <w:tc>
          <w:tcPr>
            <w:tcW w:w="7932" w:type="dxa"/>
            <w:tcBorders>
              <w:bottom w:val="single" w:sz="4" w:space="0" w:color="0080A2"/>
            </w:tcBorders>
          </w:tcPr>
          <w:p w14:paraId="57A13AE4" w14:textId="77777777" w:rsidR="00971A90" w:rsidRPr="006D7FDE" w:rsidRDefault="00971A90" w:rsidP="00F3353D">
            <w:pPr>
              <w:pStyle w:val="Tablebullet"/>
            </w:pPr>
            <w:r w:rsidRPr="00916430">
              <w:t>operation specific equipment</w:t>
            </w:r>
          </w:p>
        </w:tc>
        <w:tc>
          <w:tcPr>
            <w:tcW w:w="1481" w:type="dxa"/>
          </w:tcPr>
          <w:p w14:paraId="5F5D1E15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F86B35" w14:paraId="3285E6D6" w14:textId="77777777" w:rsidTr="00F3353D">
        <w:trPr>
          <w:trHeight w:val="25"/>
        </w:trPr>
        <w:tc>
          <w:tcPr>
            <w:tcW w:w="7932" w:type="dxa"/>
            <w:tcBorders>
              <w:right w:val="nil"/>
            </w:tcBorders>
          </w:tcPr>
          <w:p w14:paraId="55778B4F" w14:textId="77777777" w:rsidR="00971A90" w:rsidRPr="006D7FDE" w:rsidRDefault="00971A90" w:rsidP="00F3353D">
            <w:pPr>
              <w:rPr>
                <w:rStyle w:val="bold"/>
              </w:rPr>
            </w:pPr>
            <w:r w:rsidRPr="00F86B35">
              <w:rPr>
                <w:rStyle w:val="bold"/>
              </w:rPr>
              <w:t>Standard operating procedures</w:t>
            </w:r>
          </w:p>
        </w:tc>
        <w:tc>
          <w:tcPr>
            <w:tcW w:w="1481" w:type="dxa"/>
            <w:tcBorders>
              <w:left w:val="nil"/>
            </w:tcBorders>
          </w:tcPr>
          <w:p w14:paraId="66284903" w14:textId="77777777" w:rsidR="00971A90" w:rsidRPr="00F86B35" w:rsidRDefault="00971A90" w:rsidP="00F3353D">
            <w:pPr>
              <w:rPr>
                <w:rStyle w:val="bold"/>
              </w:rPr>
            </w:pPr>
          </w:p>
        </w:tc>
      </w:tr>
      <w:tr w:rsidR="00971A90" w:rsidRPr="00916430" w14:paraId="2621ADD3" w14:textId="77777777" w:rsidTr="00F3353D">
        <w:trPr>
          <w:trHeight w:val="25"/>
        </w:trPr>
        <w:tc>
          <w:tcPr>
            <w:tcW w:w="7932" w:type="dxa"/>
          </w:tcPr>
          <w:p w14:paraId="55F5650D" w14:textId="77777777" w:rsidR="00971A90" w:rsidRPr="006D7FDE" w:rsidRDefault="00971A90" w:rsidP="00F3353D">
            <w:pPr>
              <w:pStyle w:val="Tablebullet"/>
            </w:pPr>
            <w:r w:rsidRPr="00916430">
              <w:t xml:space="preserve">ground </w:t>
            </w:r>
            <w:r w:rsidRPr="006D7FDE">
              <w:t>handling</w:t>
            </w:r>
          </w:p>
        </w:tc>
        <w:tc>
          <w:tcPr>
            <w:tcW w:w="1481" w:type="dxa"/>
          </w:tcPr>
          <w:p w14:paraId="42327E3C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31B953A8" w14:textId="77777777" w:rsidTr="00F3353D">
        <w:trPr>
          <w:trHeight w:val="25"/>
        </w:trPr>
        <w:tc>
          <w:tcPr>
            <w:tcW w:w="7932" w:type="dxa"/>
          </w:tcPr>
          <w:p w14:paraId="75162BF3" w14:textId="77777777" w:rsidR="00971A90" w:rsidRPr="006D7FDE" w:rsidRDefault="00971A90" w:rsidP="00F3353D">
            <w:pPr>
              <w:pStyle w:val="Tablebullet"/>
            </w:pPr>
            <w:r w:rsidRPr="00916430">
              <w:softHyphen/>
              <w:t>safety briefings &amp; demonstrations</w:t>
            </w:r>
          </w:p>
        </w:tc>
        <w:tc>
          <w:tcPr>
            <w:tcW w:w="1481" w:type="dxa"/>
          </w:tcPr>
          <w:p w14:paraId="6EA1013C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49F3B89F" w14:textId="77777777" w:rsidTr="00F3353D">
        <w:trPr>
          <w:trHeight w:val="25"/>
        </w:trPr>
        <w:tc>
          <w:tcPr>
            <w:tcW w:w="7932" w:type="dxa"/>
          </w:tcPr>
          <w:p w14:paraId="2DCB2D6C" w14:textId="77777777" w:rsidR="00971A90" w:rsidRPr="006D7FDE" w:rsidRDefault="00971A90" w:rsidP="00F3353D">
            <w:pPr>
              <w:pStyle w:val="Tablebullet"/>
            </w:pPr>
            <w:r w:rsidRPr="00916430">
              <w:t>equipment serviceability checks</w:t>
            </w:r>
          </w:p>
        </w:tc>
        <w:tc>
          <w:tcPr>
            <w:tcW w:w="1481" w:type="dxa"/>
          </w:tcPr>
          <w:p w14:paraId="669A5675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12519F05" w14:textId="77777777" w:rsidTr="00F3353D">
        <w:trPr>
          <w:trHeight w:val="25"/>
        </w:trPr>
        <w:tc>
          <w:tcPr>
            <w:tcW w:w="7932" w:type="dxa"/>
            <w:tcBorders>
              <w:bottom w:val="single" w:sz="4" w:space="0" w:color="0080A2"/>
            </w:tcBorders>
          </w:tcPr>
          <w:p w14:paraId="25FE77BE" w14:textId="77777777" w:rsidR="00971A90" w:rsidRPr="006D7FDE" w:rsidRDefault="00971A90" w:rsidP="00F3353D">
            <w:pPr>
              <w:pStyle w:val="Tablebullet"/>
            </w:pPr>
            <w:r w:rsidRPr="00916430">
              <w:t>passenger management</w:t>
            </w:r>
          </w:p>
        </w:tc>
        <w:tc>
          <w:tcPr>
            <w:tcW w:w="1481" w:type="dxa"/>
          </w:tcPr>
          <w:p w14:paraId="2E446E8B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F86B35" w14:paraId="0AE062E3" w14:textId="77777777" w:rsidTr="00F3353D">
        <w:trPr>
          <w:trHeight w:val="25"/>
        </w:trPr>
        <w:tc>
          <w:tcPr>
            <w:tcW w:w="7932" w:type="dxa"/>
            <w:tcBorders>
              <w:right w:val="nil"/>
            </w:tcBorders>
          </w:tcPr>
          <w:p w14:paraId="604E3218" w14:textId="77777777" w:rsidR="00971A90" w:rsidRPr="006D7FDE" w:rsidRDefault="00971A90" w:rsidP="00F3353D">
            <w:pPr>
              <w:rPr>
                <w:rStyle w:val="bold"/>
              </w:rPr>
            </w:pPr>
            <w:r w:rsidRPr="00F86B35">
              <w:rPr>
                <w:rStyle w:val="bold"/>
              </w:rPr>
              <w:t xml:space="preserve">Non-normal &amp; emergency </w:t>
            </w:r>
            <w:r w:rsidRPr="006D7FDE">
              <w:rPr>
                <w:rStyle w:val="bold"/>
              </w:rPr>
              <w:t>procedures</w:t>
            </w:r>
          </w:p>
        </w:tc>
        <w:tc>
          <w:tcPr>
            <w:tcW w:w="1481" w:type="dxa"/>
            <w:tcBorders>
              <w:left w:val="nil"/>
            </w:tcBorders>
          </w:tcPr>
          <w:p w14:paraId="32E4B429" w14:textId="77777777" w:rsidR="00971A90" w:rsidRPr="00F86B35" w:rsidRDefault="00971A90" w:rsidP="00F3353D">
            <w:pPr>
              <w:pStyle w:val="Tabletext"/>
              <w:rPr>
                <w:rStyle w:val="bold"/>
              </w:rPr>
            </w:pPr>
          </w:p>
        </w:tc>
      </w:tr>
      <w:tr w:rsidR="00971A90" w:rsidRPr="00916430" w14:paraId="113EA9AE" w14:textId="77777777" w:rsidTr="00F3353D">
        <w:trPr>
          <w:trHeight w:val="25"/>
        </w:trPr>
        <w:tc>
          <w:tcPr>
            <w:tcW w:w="7932" w:type="dxa"/>
          </w:tcPr>
          <w:p w14:paraId="5D3E57B5" w14:textId="77777777" w:rsidR="00971A90" w:rsidRPr="006D7FDE" w:rsidRDefault="00971A90" w:rsidP="00F3353D">
            <w:pPr>
              <w:pStyle w:val="Tablebullet"/>
            </w:pPr>
            <w:r w:rsidRPr="00916430">
              <w:t>fumes, fire &amp; smoke</w:t>
            </w:r>
          </w:p>
        </w:tc>
        <w:tc>
          <w:tcPr>
            <w:tcW w:w="1481" w:type="dxa"/>
          </w:tcPr>
          <w:p w14:paraId="3BB7B244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1DCAECEB" w14:textId="77777777" w:rsidTr="00F3353D">
        <w:trPr>
          <w:trHeight w:val="25"/>
        </w:trPr>
        <w:tc>
          <w:tcPr>
            <w:tcW w:w="7932" w:type="dxa"/>
          </w:tcPr>
          <w:p w14:paraId="2C003CEC" w14:textId="77777777" w:rsidR="00971A90" w:rsidRPr="006D7FDE" w:rsidRDefault="00971A90" w:rsidP="00F3353D">
            <w:pPr>
              <w:pStyle w:val="Tablebullet"/>
            </w:pPr>
            <w:r w:rsidRPr="00916430">
              <w:t>pressurisation problems &amp; decompression</w:t>
            </w:r>
          </w:p>
        </w:tc>
        <w:tc>
          <w:tcPr>
            <w:tcW w:w="1481" w:type="dxa"/>
          </w:tcPr>
          <w:p w14:paraId="202DF2DE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2719C36D" w14:textId="77777777" w:rsidTr="00F3353D">
        <w:trPr>
          <w:trHeight w:val="25"/>
        </w:trPr>
        <w:tc>
          <w:tcPr>
            <w:tcW w:w="7932" w:type="dxa"/>
          </w:tcPr>
          <w:p w14:paraId="0CEFA4AD" w14:textId="77777777" w:rsidR="00971A90" w:rsidRPr="006D7FDE" w:rsidRDefault="00971A90" w:rsidP="00F3353D">
            <w:pPr>
              <w:pStyle w:val="Tablebullet"/>
            </w:pPr>
            <w:r w:rsidRPr="00916430">
              <w:t>crew incapacitation</w:t>
            </w:r>
          </w:p>
        </w:tc>
        <w:tc>
          <w:tcPr>
            <w:tcW w:w="1481" w:type="dxa"/>
          </w:tcPr>
          <w:p w14:paraId="608D4841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22A9339D" w14:textId="77777777" w:rsidTr="00F3353D">
        <w:trPr>
          <w:trHeight w:val="25"/>
        </w:trPr>
        <w:tc>
          <w:tcPr>
            <w:tcW w:w="7932" w:type="dxa"/>
          </w:tcPr>
          <w:p w14:paraId="226AEFF6" w14:textId="77777777" w:rsidR="00971A90" w:rsidRPr="006D7FDE" w:rsidRDefault="00971A90" w:rsidP="00F3353D">
            <w:pPr>
              <w:pStyle w:val="Tablebullet"/>
            </w:pPr>
            <w:r w:rsidRPr="00916430">
              <w:t>evacuation</w:t>
            </w:r>
          </w:p>
        </w:tc>
        <w:tc>
          <w:tcPr>
            <w:tcW w:w="1481" w:type="dxa"/>
          </w:tcPr>
          <w:p w14:paraId="7B846F27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916430" w14:paraId="39BB2CA7" w14:textId="77777777" w:rsidTr="00F3353D">
        <w:trPr>
          <w:trHeight w:val="25"/>
        </w:trPr>
        <w:tc>
          <w:tcPr>
            <w:tcW w:w="7932" w:type="dxa"/>
            <w:tcBorders>
              <w:bottom w:val="single" w:sz="4" w:space="0" w:color="0080A2"/>
            </w:tcBorders>
          </w:tcPr>
          <w:p w14:paraId="502DDF08" w14:textId="77777777" w:rsidR="00971A90" w:rsidRPr="006D7FDE" w:rsidRDefault="00971A90" w:rsidP="00F3353D">
            <w:pPr>
              <w:pStyle w:val="Tablebullet"/>
            </w:pPr>
            <w:r w:rsidRPr="00916430">
              <w:t>ditching</w:t>
            </w:r>
          </w:p>
        </w:tc>
        <w:tc>
          <w:tcPr>
            <w:tcW w:w="1481" w:type="dxa"/>
          </w:tcPr>
          <w:p w14:paraId="0AD21D50" w14:textId="77777777" w:rsidR="00971A90" w:rsidRPr="00916430" w:rsidRDefault="00971A90" w:rsidP="00F3353D">
            <w:pPr>
              <w:pStyle w:val="Tabletext"/>
            </w:pPr>
          </w:p>
        </w:tc>
      </w:tr>
      <w:tr w:rsidR="00971A90" w:rsidRPr="00F86B35" w14:paraId="6941486B" w14:textId="77777777" w:rsidTr="00F3353D">
        <w:trPr>
          <w:trHeight w:val="25"/>
        </w:trPr>
        <w:tc>
          <w:tcPr>
            <w:tcW w:w="7932" w:type="dxa"/>
            <w:tcBorders>
              <w:right w:val="nil"/>
            </w:tcBorders>
          </w:tcPr>
          <w:p w14:paraId="5CACCB0C" w14:textId="77777777" w:rsidR="00971A90" w:rsidRPr="006D7FDE" w:rsidRDefault="00971A90" w:rsidP="00F3353D">
            <w:pPr>
              <w:rPr>
                <w:rStyle w:val="bold"/>
              </w:rPr>
            </w:pPr>
            <w:r w:rsidRPr="00F86B35">
              <w:rPr>
                <w:rStyle w:val="bold"/>
              </w:rPr>
              <w:t xml:space="preserve">Operation specific procedures </w:t>
            </w:r>
          </w:p>
        </w:tc>
        <w:tc>
          <w:tcPr>
            <w:tcW w:w="1481" w:type="dxa"/>
            <w:tcBorders>
              <w:left w:val="nil"/>
            </w:tcBorders>
          </w:tcPr>
          <w:p w14:paraId="6BF67707" w14:textId="77777777" w:rsidR="00971A90" w:rsidRPr="00F86B35" w:rsidRDefault="00971A90" w:rsidP="00F3353D">
            <w:pPr>
              <w:pStyle w:val="Tabletext"/>
              <w:rPr>
                <w:rStyle w:val="bold"/>
              </w:rPr>
            </w:pPr>
          </w:p>
        </w:tc>
      </w:tr>
      <w:tr w:rsidR="00971A90" w:rsidRPr="00916430" w14:paraId="189CAC29" w14:textId="77777777" w:rsidTr="00F3353D">
        <w:trPr>
          <w:trHeight w:val="268"/>
        </w:trPr>
        <w:tc>
          <w:tcPr>
            <w:tcW w:w="7932" w:type="dxa"/>
          </w:tcPr>
          <w:p w14:paraId="08841AE6" w14:textId="77777777" w:rsidR="00971A90" w:rsidRPr="006D7FDE" w:rsidRDefault="00971A90" w:rsidP="00F3353D">
            <w:pPr>
              <w:pStyle w:val="Tablebullet"/>
            </w:pPr>
            <w:r w:rsidRPr="00916430">
              <w:t>NVIS</w:t>
            </w:r>
          </w:p>
        </w:tc>
        <w:tc>
          <w:tcPr>
            <w:tcW w:w="1481" w:type="dxa"/>
          </w:tcPr>
          <w:p w14:paraId="4F089DDB" w14:textId="77777777" w:rsidR="00971A90" w:rsidRPr="00916430" w:rsidRDefault="00971A90" w:rsidP="00F3353D"/>
        </w:tc>
      </w:tr>
      <w:tr w:rsidR="00971A90" w:rsidRPr="00916430" w14:paraId="4B73FB4A" w14:textId="77777777" w:rsidTr="00F3353D">
        <w:trPr>
          <w:trHeight w:val="268"/>
        </w:trPr>
        <w:tc>
          <w:tcPr>
            <w:tcW w:w="7932" w:type="dxa"/>
          </w:tcPr>
          <w:p w14:paraId="4D854CF4" w14:textId="77777777" w:rsidR="00971A90" w:rsidRPr="006D7FDE" w:rsidRDefault="00971A90" w:rsidP="00F3353D">
            <w:pPr>
              <w:pStyle w:val="Tablebullet"/>
            </w:pPr>
            <w:r w:rsidRPr="00916430">
              <w:t>winching/rappelling</w:t>
            </w:r>
          </w:p>
        </w:tc>
        <w:tc>
          <w:tcPr>
            <w:tcW w:w="1481" w:type="dxa"/>
          </w:tcPr>
          <w:p w14:paraId="0DE5FEFD" w14:textId="77777777" w:rsidR="00971A90" w:rsidRPr="00916430" w:rsidRDefault="00971A90" w:rsidP="00F3353D"/>
        </w:tc>
      </w:tr>
      <w:tr w:rsidR="00971A90" w:rsidRPr="00916430" w14:paraId="03C6F538" w14:textId="77777777" w:rsidTr="00F3353D">
        <w:trPr>
          <w:trHeight w:val="268"/>
        </w:trPr>
        <w:tc>
          <w:tcPr>
            <w:tcW w:w="7932" w:type="dxa"/>
          </w:tcPr>
          <w:p w14:paraId="3B7C1562" w14:textId="77777777" w:rsidR="00971A90" w:rsidRPr="006D7FDE" w:rsidRDefault="00971A90" w:rsidP="00F3353D">
            <w:pPr>
              <w:pStyle w:val="Tablebullet"/>
            </w:pPr>
            <w:r w:rsidRPr="00916430">
              <w:t>sling load</w:t>
            </w:r>
          </w:p>
        </w:tc>
        <w:tc>
          <w:tcPr>
            <w:tcW w:w="1481" w:type="dxa"/>
          </w:tcPr>
          <w:p w14:paraId="224D1FBA" w14:textId="77777777" w:rsidR="00971A90" w:rsidRPr="00916430" w:rsidRDefault="00971A90" w:rsidP="00F3353D"/>
        </w:tc>
      </w:tr>
    </w:tbl>
    <w:p w14:paraId="02BA263C" w14:textId="77777777" w:rsidR="00971A90" w:rsidRPr="006D7FDE" w:rsidRDefault="00971A90" w:rsidP="00971A90">
      <w:r>
        <w:br w:type="page"/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971A90" w:rsidRPr="00DB6B68" w14:paraId="182F1E31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3A598AD0" w14:textId="77777777" w:rsidR="00971A90" w:rsidRPr="006D7FDE" w:rsidRDefault="00971A90" w:rsidP="00F3353D">
            <w:r>
              <w:lastRenderedPageBreak/>
              <w:t>Comments</w:t>
            </w:r>
          </w:p>
        </w:tc>
      </w:tr>
      <w:tr w:rsidR="00971A90" w14:paraId="13681F7E" w14:textId="77777777" w:rsidTr="00F3353D">
        <w:trPr>
          <w:trHeight w:val="2099"/>
        </w:trPr>
        <w:tc>
          <w:tcPr>
            <w:tcW w:w="9639" w:type="dxa"/>
          </w:tcPr>
          <w:p w14:paraId="62A5F300" w14:textId="77777777" w:rsidR="00971A90" w:rsidRDefault="00971A90" w:rsidP="00F3353D"/>
        </w:tc>
      </w:tr>
    </w:tbl>
    <w:p w14:paraId="205A6005" w14:textId="77777777" w:rsidR="008B0E23" w:rsidRPr="00B07DEF" w:rsidRDefault="008B0E23" w:rsidP="008B0E23">
      <w:pPr>
        <w:pStyle w:val="Heading4"/>
        <w:rPr>
          <w:rStyle w:val="bold"/>
        </w:rPr>
      </w:pPr>
      <w:r w:rsidRPr="00B07DEF">
        <w:rPr>
          <w:rStyle w:val="bold"/>
        </w:rPr>
        <w:t>Result</w:t>
      </w:r>
    </w:p>
    <w:p w14:paraId="4622546B" w14:textId="77777777" w:rsidR="008B0E23" w:rsidRDefault="001C4D82" w:rsidP="008B0E23">
      <w:sdt>
        <w:sdtPr>
          <w:id w:val="1828792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E23" w:rsidRPr="006D7FDE">
            <w:rPr>
              <w:rFonts w:ascii="Segoe UI Symbol" w:hAnsi="Segoe UI Symbol" w:cs="Segoe UI Symbol"/>
            </w:rPr>
            <w:t>☐</w:t>
          </w:r>
        </w:sdtContent>
      </w:sdt>
      <w:r w:rsidR="008B0E23">
        <w:t xml:space="preserve">  Competent </w:t>
      </w:r>
    </w:p>
    <w:p w14:paraId="2E0D53FB" w14:textId="77777777" w:rsidR="008B0E23" w:rsidRPr="003C2B3F" w:rsidRDefault="001C4D82" w:rsidP="008B0E23">
      <w:sdt>
        <w:sdtPr>
          <w:id w:val="-212738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E23" w:rsidRPr="006D7FDE">
            <w:rPr>
              <w:rFonts w:ascii="Segoe UI Symbol" w:hAnsi="Segoe UI Symbol" w:cs="Segoe UI Symbol"/>
            </w:rPr>
            <w:t>☐</w:t>
          </w:r>
        </w:sdtContent>
      </w:sdt>
      <w:r w:rsidR="008B0E23">
        <w:t xml:space="preserve">  Not yet competent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3657F7" w:rsidRPr="00FF4792" w14:paraId="6CE4DAA0" w14:textId="77777777" w:rsidTr="0038189F">
        <w:tc>
          <w:tcPr>
            <w:tcW w:w="2570" w:type="dxa"/>
          </w:tcPr>
          <w:p w14:paraId="559AAC67" w14:textId="77777777" w:rsidR="003657F7" w:rsidRPr="00D642BC" w:rsidRDefault="003657F7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29D4DEA9" w14:textId="77777777" w:rsidR="003657F7" w:rsidRPr="00FF4792" w:rsidRDefault="003657F7" w:rsidP="0038189F">
            <w:pPr>
              <w:pStyle w:val="normalafterlisttable"/>
            </w:pPr>
          </w:p>
        </w:tc>
        <w:tc>
          <w:tcPr>
            <w:tcW w:w="807" w:type="dxa"/>
          </w:tcPr>
          <w:p w14:paraId="666EBACE" w14:textId="77777777" w:rsidR="003657F7" w:rsidRPr="00D642BC" w:rsidRDefault="003657F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410160A1" w14:textId="77777777" w:rsidR="003657F7" w:rsidRPr="00FF4792" w:rsidRDefault="003657F7" w:rsidP="0038189F">
            <w:pPr>
              <w:pStyle w:val="normalafterlisttable"/>
            </w:pPr>
          </w:p>
        </w:tc>
      </w:tr>
      <w:tr w:rsidR="003657F7" w:rsidRPr="00916430" w14:paraId="1ED970CE" w14:textId="77777777" w:rsidTr="0038189F">
        <w:tc>
          <w:tcPr>
            <w:tcW w:w="2570" w:type="dxa"/>
          </w:tcPr>
          <w:p w14:paraId="22A419AC" w14:textId="6CB37A95" w:rsidR="003657F7" w:rsidRPr="00D642BC" w:rsidRDefault="003657F7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0C79A48B" w14:textId="77777777" w:rsidR="003657F7" w:rsidRPr="00FF4792" w:rsidRDefault="003657F7" w:rsidP="0038189F">
            <w:pPr>
              <w:pStyle w:val="normalafterlisttable"/>
            </w:pPr>
          </w:p>
        </w:tc>
        <w:tc>
          <w:tcPr>
            <w:tcW w:w="807" w:type="dxa"/>
          </w:tcPr>
          <w:p w14:paraId="31AA1FCB" w14:textId="77777777" w:rsidR="003657F7" w:rsidRPr="00D642BC" w:rsidRDefault="003657F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66928A88" w14:textId="77777777" w:rsidR="003657F7" w:rsidRPr="00916430" w:rsidRDefault="003657F7" w:rsidP="0038189F">
            <w:pPr>
              <w:pStyle w:val="normalafterlisttable"/>
            </w:pPr>
          </w:p>
        </w:tc>
      </w:tr>
    </w:tbl>
    <w:p w14:paraId="16C949CF" w14:textId="77777777" w:rsidR="003657F7" w:rsidRPr="00916430" w:rsidRDefault="003657F7" w:rsidP="003657F7">
      <w:pPr>
        <w:pStyle w:val="SourceNotes"/>
      </w:pPr>
    </w:p>
    <w:sectPr w:rsidR="003657F7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A8E8" w14:textId="77777777" w:rsidR="00682D7A" w:rsidRDefault="00682D7A" w:rsidP="008E21DE">
      <w:pPr>
        <w:spacing w:before="0" w:after="0"/>
      </w:pPr>
      <w:r>
        <w:separator/>
      </w:r>
    </w:p>
    <w:p w14:paraId="09BEA467" w14:textId="77777777" w:rsidR="00682D7A" w:rsidRDefault="00682D7A"/>
  </w:endnote>
  <w:endnote w:type="continuationSeparator" w:id="0">
    <w:p w14:paraId="60F75ABA" w14:textId="77777777" w:rsidR="00682D7A" w:rsidRDefault="00682D7A" w:rsidP="008E21DE">
      <w:pPr>
        <w:spacing w:before="0" w:after="0"/>
      </w:pPr>
      <w:r>
        <w:continuationSeparator/>
      </w:r>
    </w:p>
    <w:p w14:paraId="0C607DB2" w14:textId="77777777" w:rsidR="00682D7A" w:rsidRDefault="00682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E934F" w14:textId="43CA551F" w:rsidR="00013309" w:rsidRPr="00500DA0" w:rsidRDefault="001C4D82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E6A7536E16D2411DB1C881EE344ECCB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14B3D">
          <w:rPr>
            <w:rFonts w:ascii="ArialMT" w:hAnsi="ArialMT" w:cs="ArialMT"/>
            <w:szCs w:val="16"/>
          </w:rPr>
          <w:t>Form TC09B – ACM/MTS conversion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B2B8" w14:textId="77777777" w:rsidR="00013309" w:rsidRDefault="00013309" w:rsidP="00013309">
    <w:pPr>
      <w:pStyle w:val="Footer"/>
    </w:pPr>
    <w:r>
      <w:t>Civil Aviation Safety Authority</w:t>
    </w:r>
  </w:p>
  <w:p w14:paraId="0EABEFF3" w14:textId="198F7DFD" w:rsidR="00013309" w:rsidRDefault="001C4D82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14B3D">
          <w:rPr>
            <w:rFonts w:ascii="ArialMT" w:hAnsi="ArialMT" w:cs="ArialMT"/>
            <w:szCs w:val="16"/>
          </w:rPr>
          <w:t>Form TC09B – ACM/MTS conversion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14B3D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14B3D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520EC1B" w14:textId="77777777" w:rsidR="00013309" w:rsidRPr="00A365CA" w:rsidRDefault="001C4D82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9493A">
          <w:rPr>
            <w:color w:val="ED0000"/>
          </w:rPr>
          <w:t>Official</w:t>
        </w:r>
      </w:sdtContent>
    </w:sdt>
    <w:r w:rsidR="00463F67" w:rsidRPr="0099493A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6C25A62" wp14:editId="19125F7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E5D184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C25A6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0E5D184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480EE" w14:textId="77777777" w:rsidR="00682D7A" w:rsidRPr="0022402E" w:rsidRDefault="00682D7A" w:rsidP="0022402E">
      <w:pPr>
        <w:spacing w:before="240"/>
        <w:rPr>
          <w:lang w:val="en-US"/>
        </w:rPr>
      </w:pPr>
      <w:r w:rsidRPr="0099493A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2B097162" w14:textId="77777777" w:rsidR="00682D7A" w:rsidRDefault="00682D7A" w:rsidP="008E21DE">
      <w:pPr>
        <w:spacing w:before="0" w:after="0"/>
      </w:pPr>
      <w:r>
        <w:continuationSeparator/>
      </w:r>
    </w:p>
    <w:p w14:paraId="244F90C0" w14:textId="77777777" w:rsidR="00682D7A" w:rsidRDefault="00682D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1DC65" w14:textId="77777777" w:rsidR="00DD684D" w:rsidRDefault="00DD684D" w:rsidP="00DD684D">
    <w:pPr>
      <w:pStyle w:val="Header"/>
    </w:pPr>
    <w:r>
      <w:t>ORGANISATION NAME/DETAILS</w:t>
    </w:r>
  </w:p>
  <w:p w14:paraId="1670E34A" w14:textId="77777777" w:rsidR="00013309" w:rsidRPr="00DD684D" w:rsidRDefault="001C4D82" w:rsidP="008B0AFB">
    <w:pPr>
      <w:pStyle w:val="Header"/>
      <w:spacing w:after="120"/>
    </w:pPr>
    <w:r>
      <w:pict w14:anchorId="0A804ACD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F9E7" w14:textId="77777777" w:rsidR="00463F67" w:rsidRPr="0099493A" w:rsidRDefault="001C4D82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9493A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D"/>
    <w:rsid w:val="00013309"/>
    <w:rsid w:val="000249B9"/>
    <w:rsid w:val="000334E0"/>
    <w:rsid w:val="00037782"/>
    <w:rsid w:val="000417CF"/>
    <w:rsid w:val="00061E14"/>
    <w:rsid w:val="00080615"/>
    <w:rsid w:val="000A51C9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C4D82"/>
    <w:rsid w:val="00222CED"/>
    <w:rsid w:val="0022402E"/>
    <w:rsid w:val="00237146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657F7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B761C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5F5561"/>
    <w:rsid w:val="00621AA4"/>
    <w:rsid w:val="00643763"/>
    <w:rsid w:val="0065343E"/>
    <w:rsid w:val="0067193F"/>
    <w:rsid w:val="00680F04"/>
    <w:rsid w:val="00682D7A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F72DE"/>
    <w:rsid w:val="0082494A"/>
    <w:rsid w:val="00841B5A"/>
    <w:rsid w:val="00852121"/>
    <w:rsid w:val="00876B16"/>
    <w:rsid w:val="00883AB1"/>
    <w:rsid w:val="00884576"/>
    <w:rsid w:val="008B0AFB"/>
    <w:rsid w:val="008B0E23"/>
    <w:rsid w:val="008B223F"/>
    <w:rsid w:val="008B5F0D"/>
    <w:rsid w:val="008B62F1"/>
    <w:rsid w:val="008D3459"/>
    <w:rsid w:val="008E21DE"/>
    <w:rsid w:val="008F2E67"/>
    <w:rsid w:val="008F6729"/>
    <w:rsid w:val="009011DE"/>
    <w:rsid w:val="0093424E"/>
    <w:rsid w:val="00961649"/>
    <w:rsid w:val="00971A90"/>
    <w:rsid w:val="00971C95"/>
    <w:rsid w:val="00977C26"/>
    <w:rsid w:val="00984B18"/>
    <w:rsid w:val="0099493A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072AB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14B3D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28265"/>
  <w15:chartTrackingRefBased/>
  <w15:docId w15:val="{8181BF20-DD3F-461A-BCB5-942C5300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971A90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971A90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971A90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971A90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971A90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971A9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85212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6A7536E16D2411DB1C881EE344EC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E0966-C505-434A-917E-8D46D92D7E5B}"/>
      </w:docPartPr>
      <w:docPartBody>
        <w:p w:rsidR="00B67CCE" w:rsidRDefault="00B67CCE">
          <w:pPr>
            <w:pStyle w:val="E6A7536E16D2411DB1C881EE344ECCB0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CE"/>
    <w:rsid w:val="00256810"/>
    <w:rsid w:val="00352FB1"/>
    <w:rsid w:val="004B761C"/>
    <w:rsid w:val="009C0523"/>
    <w:rsid w:val="00B67CCE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6A7536E16D2411DB1C881EE344ECCB0">
    <w:name w:val="E6A7536E16D2411DB1C881EE344EC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147bc000-5d24-4a58-bdb3-1d507d54dc98"/>
    <ds:schemaRef ds:uri="09d1133f-994b-4ec9-8bcd-76b1f6ed9a8c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</TotalTime>
  <Pages>2</Pages>
  <Words>99</Words>
  <Characters>684</Characters>
  <Application>Microsoft Office Word</Application>
  <DocSecurity>0</DocSecurity>
  <Lines>85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TC09B – ACM/MTS conversion proficiency check report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TC09B – ACM/MTS conversion proficiency check report</dc:title>
  <dc:subject/>
  <dc:creator>Bartholomew, Tina</dc:creator>
  <cp:keywords/>
  <dc:description/>
  <cp:lastModifiedBy>Bartholomew, Tina</cp:lastModifiedBy>
  <cp:revision>13</cp:revision>
  <dcterms:created xsi:type="dcterms:W3CDTF">2025-11-18T01:41:00Z</dcterms:created>
  <dcterms:modified xsi:type="dcterms:W3CDTF">2025-11-25T04:45:00Z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NOS-2025-0029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